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4819"/>
        <w:gridCol w:w="284"/>
        <w:gridCol w:w="3260"/>
        <w:gridCol w:w="284"/>
      </w:tblGrid>
      <w:tr w:rsidR="00D40650" w14:paraId="6C1D7A42" w14:textId="77777777" w:rsidTr="00303453">
        <w:trPr>
          <w:gridBefore w:val="1"/>
          <w:wBefore w:w="284" w:type="dxa"/>
          <w:trHeight w:val="1905"/>
        </w:trPr>
        <w:tc>
          <w:tcPr>
            <w:tcW w:w="5103" w:type="dxa"/>
            <w:gridSpan w:val="2"/>
            <w:shd w:val="clear" w:color="auto" w:fill="auto"/>
          </w:tcPr>
          <w:p w14:paraId="6C1D7A3C" w14:textId="6BDAC2F6" w:rsidR="00D40650" w:rsidRPr="00A10E66" w:rsidRDefault="00622F8E" w:rsidP="001E2403">
            <w:pPr>
              <w:pStyle w:val="TableContents"/>
              <w:ind w:right="420"/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8240" behindDoc="0" locked="0" layoutInCell="1" allowOverlap="1" wp14:anchorId="6C1D7A76" wp14:editId="42763CD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81099" cy="934872"/>
                  <wp:effectExtent l="19050" t="0" r="0" b="0"/>
                  <wp:wrapNone/>
                  <wp:docPr id="1" name="Pilt 1" descr="haridusmin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idusmin_vapp_est_black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1099" cy="934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6C1D7A41" w14:textId="4921DC28" w:rsidR="00BC1A62" w:rsidRPr="000A32A0" w:rsidRDefault="00BC1A62" w:rsidP="000A32A0">
            <w:pPr>
              <w:pStyle w:val="AK"/>
              <w:rPr>
                <w:sz w:val="20"/>
                <w:szCs w:val="20"/>
              </w:rPr>
            </w:pPr>
          </w:p>
        </w:tc>
      </w:tr>
      <w:tr w:rsidR="00D40650" w:rsidRPr="001D4CFB" w14:paraId="6C1D7A4C" w14:textId="77777777" w:rsidTr="00303453">
        <w:trPr>
          <w:gridAfter w:val="1"/>
          <w:wAfter w:w="284" w:type="dxa"/>
          <w:trHeight w:val="1985"/>
        </w:trPr>
        <w:tc>
          <w:tcPr>
            <w:tcW w:w="5103" w:type="dxa"/>
            <w:gridSpan w:val="2"/>
            <w:shd w:val="clear" w:color="auto" w:fill="auto"/>
          </w:tcPr>
          <w:p w14:paraId="6C1D7A44" w14:textId="3685DE85" w:rsidR="00B31EF1" w:rsidRDefault="000F6985" w:rsidP="00303453">
            <w:pPr>
              <w:pStyle w:val="Adressaat"/>
            </w:pPr>
            <w:r>
              <w:t>Andmekaitse Inspektsioon</w:t>
            </w:r>
          </w:p>
          <w:p w14:paraId="6C1D7A48" w14:textId="77777777" w:rsidR="002C6D8F" w:rsidRPr="00BF4D7C" w:rsidRDefault="002C6D8F" w:rsidP="00303453">
            <w:pPr>
              <w:pStyle w:val="Adressaat"/>
            </w:pPr>
          </w:p>
        </w:tc>
        <w:tc>
          <w:tcPr>
            <w:tcW w:w="3544" w:type="dxa"/>
            <w:gridSpan w:val="2"/>
            <w:shd w:val="clear" w:color="auto" w:fill="auto"/>
          </w:tcPr>
          <w:p w14:paraId="6C1D7A4B" w14:textId="31A868E8" w:rsidR="003B2A9C" w:rsidRPr="001D4CFB" w:rsidRDefault="006A731C" w:rsidP="00303453">
            <w:pPr>
              <w:ind w:left="429"/>
              <w:jc w:val="left"/>
            </w:pPr>
            <w:sdt>
              <w:sdtPr>
                <w:rPr>
                  <w:sz w:val="22"/>
                  <w:szCs w:val="22"/>
                </w:rPr>
                <w:alias w:val="Registreerimise kuupäev"/>
                <w:tag w:val="RMRegistrationDate"/>
                <w:id w:val="2142384193"/>
                <w:placeholder>
                  <w:docPart w:val="5176704E418F496FABCB00E78564197F"/>
                </w:placeholder>
                <w:showingPlcHdr/>
                <w:dataBinding w:prefixMappings="xmlns:ns0='http://schemas.microsoft.com/office/2006/metadata/properties' xmlns:ns1='http://www.w3.org/2001/XMLSchema-instance' xmlns:ns2='05ca2c3a-b2d1-4b52-8f5f-1386ef50a19d' " w:xpath="/ns0:properties[1]/documentManagement[1]/ns2:RMRegistrationDate[1]" w:storeItemID="{EAD7F837-E2BA-4645-AAF8-12B8D72567C9}"/>
                <w:date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0A32A0" w:rsidRPr="00FD6F87">
                  <w:rPr>
                    <w:rStyle w:val="Kohatitetekst"/>
                    <w:sz w:val="22"/>
                    <w:szCs w:val="22"/>
                  </w:rPr>
                  <w:t>[Registreerimise kuupäev]</w:t>
                </w:r>
              </w:sdtContent>
            </w:sdt>
            <w:r w:rsidR="00252DB7" w:rsidRPr="00FD6F87">
              <w:rPr>
                <w:sz w:val="22"/>
                <w:szCs w:val="22"/>
              </w:rPr>
              <w:t xml:space="preserve"> </w:t>
            </w:r>
            <w:r w:rsidR="000A18E6" w:rsidRPr="00FD6F87">
              <w:rPr>
                <w:sz w:val="22"/>
                <w:szCs w:val="22"/>
              </w:rPr>
              <w:t xml:space="preserve">nr </w:t>
            </w:r>
            <w:sdt>
              <w:sdtPr>
                <w:rPr>
                  <w:sz w:val="22"/>
                  <w:szCs w:val="22"/>
                </w:rPr>
                <w:alias w:val="Registreerimisnumber"/>
                <w:tag w:val="RMReferenceCode"/>
                <w:id w:val="-2038800460"/>
                <w:placeholder>
                  <w:docPart w:val="7DC72CD6A3774C398F9BBA992837F6AE"/>
                </w:placeholder>
                <w:showingPlcHdr/>
                <w:dataBinding w:prefixMappings="xmlns:ns0='http://schemas.microsoft.com/office/2006/metadata/properties' xmlns:ns1='http://www.w3.org/2001/XMLSchema-instance' xmlns:ns2='05ca2c3a-b2d1-4b52-8f5f-1386ef50a19d' " w:xpath="/ns0:properties[1]/documentManagement[1]/ns2:RMReferenceCode[1]" w:storeItemID="{EAD7F837-E2BA-4645-AAF8-12B8D72567C9}"/>
                <w:text/>
              </w:sdtPr>
              <w:sdtEndPr/>
              <w:sdtContent>
                <w:r w:rsidR="000A32A0" w:rsidRPr="00FD6F87">
                  <w:rPr>
                    <w:rStyle w:val="Kohatitetekst"/>
                    <w:sz w:val="22"/>
                    <w:szCs w:val="22"/>
                  </w:rPr>
                  <w:t>[Registreerimisnumber]</w:t>
                </w:r>
              </w:sdtContent>
            </w:sdt>
          </w:p>
        </w:tc>
      </w:tr>
      <w:tr w:rsidR="002C6D8F" w:rsidRPr="001D4CFB" w14:paraId="6C1D7A4F" w14:textId="77777777" w:rsidTr="00303453">
        <w:trPr>
          <w:gridAfter w:val="1"/>
          <w:wAfter w:w="284" w:type="dxa"/>
          <w:trHeight w:val="331"/>
        </w:trPr>
        <w:tc>
          <w:tcPr>
            <w:tcW w:w="5103" w:type="dxa"/>
            <w:gridSpan w:val="2"/>
            <w:shd w:val="clear" w:color="auto" w:fill="auto"/>
          </w:tcPr>
          <w:p w14:paraId="6C1D7A4D" w14:textId="7256AC83" w:rsidR="002C6D8F" w:rsidRPr="00303453" w:rsidRDefault="00A57951" w:rsidP="00303453">
            <w:pPr>
              <w:pStyle w:val="Adressaat"/>
              <w:rPr>
                <w:b/>
                <w:bCs/>
              </w:rPr>
            </w:pPr>
            <w:r w:rsidRPr="00303453">
              <w:rPr>
                <w:b/>
                <w:bCs/>
              </w:rPr>
              <w:t>Taotlus isikuandmete töötlemiseks uuringus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6C1D7A4E" w14:textId="77777777" w:rsidR="002C6D8F" w:rsidRDefault="002C6D8F" w:rsidP="00124999"/>
        </w:tc>
      </w:tr>
    </w:tbl>
    <w:p w14:paraId="6C1D7A50" w14:textId="77777777" w:rsidR="0052084A" w:rsidRDefault="0052084A" w:rsidP="00EC4CF7">
      <w:pPr>
        <w:pStyle w:val="Snum"/>
      </w:pPr>
    </w:p>
    <w:p w14:paraId="6C1D7A53" w14:textId="77777777" w:rsidR="00A13FDE" w:rsidRDefault="00A13FDE" w:rsidP="00EC4CF7">
      <w:pPr>
        <w:pStyle w:val="Snum"/>
      </w:pPr>
    </w:p>
    <w:p w14:paraId="41C0FE13" w14:textId="039F96AC" w:rsidR="000F6985" w:rsidRDefault="000F6985" w:rsidP="000F6985">
      <w:pPr>
        <w:pStyle w:val="Snum"/>
      </w:pPr>
      <w:r>
        <w:t>Haridus</w:t>
      </w:r>
      <w:r w:rsidR="00DD44AD">
        <w:t>-</w:t>
      </w:r>
      <w:r>
        <w:t xml:space="preserve"> ja Teadusministeerium esitab taotluse uuringus „</w:t>
      </w:r>
      <w:proofErr w:type="spellStart"/>
      <w:r>
        <w:t>Eurostudent</w:t>
      </w:r>
      <w:proofErr w:type="spellEnd"/>
      <w:r>
        <w:t xml:space="preserve"> 9 Eesti</w:t>
      </w:r>
      <w:r w:rsidR="006A731C">
        <w:t xml:space="preserve"> </w:t>
      </w:r>
      <w:r>
        <w:t xml:space="preserve">uuring“ isikuandmete töötlemiseks. </w:t>
      </w:r>
    </w:p>
    <w:p w14:paraId="404CC688" w14:textId="77777777" w:rsidR="000F6985" w:rsidRDefault="000F6985" w:rsidP="000F6985">
      <w:pPr>
        <w:pStyle w:val="Snum"/>
      </w:pPr>
    </w:p>
    <w:p w14:paraId="311F5376" w14:textId="77777777" w:rsidR="000F6985" w:rsidRDefault="000F6985" w:rsidP="000F6985">
      <w:pPr>
        <w:pStyle w:val="Snum"/>
      </w:pPr>
    </w:p>
    <w:p w14:paraId="23E00209" w14:textId="0328039D" w:rsidR="000F6985" w:rsidRDefault="000F6985" w:rsidP="000F6985">
      <w:pPr>
        <w:pStyle w:val="Snum"/>
      </w:pPr>
      <w:r>
        <w:t>Lugupidamisega</w:t>
      </w:r>
    </w:p>
    <w:p w14:paraId="63BAD2A8" w14:textId="77777777" w:rsidR="000F6985" w:rsidRDefault="000F6985" w:rsidP="000F6985">
      <w:pPr>
        <w:pStyle w:val="Snum"/>
      </w:pPr>
      <w:r>
        <w:t>(allkirjastatud digitaalselt)</w:t>
      </w:r>
    </w:p>
    <w:p w14:paraId="6FA3C8BA" w14:textId="3E8CD358" w:rsidR="000F6985" w:rsidRDefault="000F6985" w:rsidP="000F6985">
      <w:pPr>
        <w:pStyle w:val="Snum"/>
      </w:pPr>
      <w:r>
        <w:t xml:space="preserve">Kristi </w:t>
      </w:r>
      <w:proofErr w:type="spellStart"/>
      <w:r>
        <w:t>Vinter</w:t>
      </w:r>
      <w:r w:rsidR="003415BD">
        <w:t>-</w:t>
      </w:r>
      <w:r>
        <w:t>Nemvalts</w:t>
      </w:r>
      <w:proofErr w:type="spellEnd"/>
    </w:p>
    <w:p w14:paraId="6C1D7A55" w14:textId="197D1BE4" w:rsidR="00D6661D" w:rsidRDefault="000F6985" w:rsidP="000F6985">
      <w:pPr>
        <w:pStyle w:val="Snum"/>
      </w:pPr>
      <w:r>
        <w:t>kantsler</w:t>
      </w:r>
    </w:p>
    <w:p w14:paraId="6C1D7A56" w14:textId="77777777" w:rsidR="00A13FDE" w:rsidRDefault="00A13FDE" w:rsidP="00EC4CF7">
      <w:pPr>
        <w:pStyle w:val="Snum"/>
      </w:pPr>
    </w:p>
    <w:p w14:paraId="6C1D7A59" w14:textId="77777777" w:rsidR="00A13FDE" w:rsidRDefault="00A13FDE" w:rsidP="00EC4CF7">
      <w:pPr>
        <w:pStyle w:val="Snum"/>
      </w:pPr>
    </w:p>
    <w:p w14:paraId="6C1D7A5A" w14:textId="77777777" w:rsidR="00A13FDE" w:rsidRDefault="00A13FDE" w:rsidP="00EC4CF7">
      <w:pPr>
        <w:pStyle w:val="Snum"/>
      </w:pPr>
    </w:p>
    <w:p w14:paraId="6C1D7A63" w14:textId="6A1D59EA" w:rsidR="00A13FDE" w:rsidRDefault="00A13FDE" w:rsidP="00EC4CF7">
      <w:pPr>
        <w:pStyle w:val="Snum"/>
      </w:pPr>
    </w:p>
    <w:p w14:paraId="7C79B24F" w14:textId="1462504C" w:rsidR="000F6985" w:rsidRDefault="000F6985" w:rsidP="000F6985">
      <w:pPr>
        <w:pStyle w:val="Snum"/>
      </w:pPr>
      <w:r>
        <w:t>Lisad</w:t>
      </w:r>
    </w:p>
    <w:p w14:paraId="63BA68B3" w14:textId="079D1921" w:rsidR="000F6985" w:rsidRDefault="000F6985" w:rsidP="000F6985">
      <w:pPr>
        <w:pStyle w:val="Snum"/>
      </w:pPr>
      <w:r>
        <w:t xml:space="preserve">1. AKI teadusuuringu taotlus </w:t>
      </w:r>
      <w:proofErr w:type="spellStart"/>
      <w:r>
        <w:t>Eurostudent</w:t>
      </w:r>
      <w:proofErr w:type="spellEnd"/>
      <w:r>
        <w:t xml:space="preserve"> 9</w:t>
      </w:r>
    </w:p>
    <w:p w14:paraId="014F795E" w14:textId="2B887C44" w:rsidR="000F6985" w:rsidRDefault="000F6985" w:rsidP="000F6985">
      <w:pPr>
        <w:pStyle w:val="Snum"/>
      </w:pPr>
      <w:r>
        <w:t xml:space="preserve">2. E9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Questionnaire</w:t>
      </w:r>
      <w:proofErr w:type="spellEnd"/>
    </w:p>
    <w:p w14:paraId="66A2069E" w14:textId="552A27B3" w:rsidR="000F6985" w:rsidRDefault="000F6985" w:rsidP="000F6985">
      <w:pPr>
        <w:pStyle w:val="Snum"/>
      </w:pPr>
      <w:r>
        <w:t xml:space="preserve">3. </w:t>
      </w:r>
      <w:proofErr w:type="spellStart"/>
      <w:r>
        <w:t>Eurostudent</w:t>
      </w:r>
      <w:proofErr w:type="spellEnd"/>
      <w:r>
        <w:t xml:space="preserve"> 9 lihthange selgitav dokument </w:t>
      </w:r>
      <w:proofErr w:type="spellStart"/>
      <w:r>
        <w:t>lisadega_täiendatud</w:t>
      </w:r>
      <w:proofErr w:type="spellEnd"/>
    </w:p>
    <w:p w14:paraId="6C1D7A67" w14:textId="5B11927E" w:rsidR="00A13FDE" w:rsidRDefault="000F6985" w:rsidP="000F6985">
      <w:pPr>
        <w:pStyle w:val="Snum"/>
      </w:pPr>
      <w:r>
        <w:t>4. Nõusolekuvorm</w:t>
      </w:r>
    </w:p>
    <w:p w14:paraId="30619ADF" w14:textId="2124B494" w:rsidR="00E739E6" w:rsidRDefault="00E739E6" w:rsidP="000F6985">
      <w:pPr>
        <w:pStyle w:val="Snum"/>
      </w:pPr>
      <w:r>
        <w:t>5. E9_lisakysimused</w:t>
      </w:r>
    </w:p>
    <w:p w14:paraId="6C1D7A68" w14:textId="77777777" w:rsidR="00D6661D" w:rsidRDefault="00D6661D" w:rsidP="00EC4CF7">
      <w:pPr>
        <w:pStyle w:val="Snum"/>
      </w:pPr>
    </w:p>
    <w:p w14:paraId="6C1D7A6B" w14:textId="77777777" w:rsidR="000419B9" w:rsidRDefault="000419B9" w:rsidP="00EC4CF7">
      <w:pPr>
        <w:pStyle w:val="Snum"/>
      </w:pPr>
    </w:p>
    <w:p w14:paraId="6C1D7A6C" w14:textId="77777777" w:rsidR="000419B9" w:rsidRDefault="000419B9" w:rsidP="00EC4CF7">
      <w:pPr>
        <w:pStyle w:val="Snum"/>
      </w:pPr>
    </w:p>
    <w:p w14:paraId="6C1D7A6D" w14:textId="77777777" w:rsidR="000419B9" w:rsidRDefault="000419B9" w:rsidP="00EC4CF7">
      <w:pPr>
        <w:pStyle w:val="Snum"/>
      </w:pPr>
    </w:p>
    <w:p w14:paraId="6C1D7A6E" w14:textId="77777777" w:rsidR="000419B9" w:rsidRDefault="000419B9" w:rsidP="00EC4CF7">
      <w:pPr>
        <w:pStyle w:val="Snum"/>
      </w:pPr>
    </w:p>
    <w:p w14:paraId="6C1D7A6F" w14:textId="77777777" w:rsidR="000419B9" w:rsidRDefault="000419B9" w:rsidP="00EC4CF7">
      <w:pPr>
        <w:pStyle w:val="Snum"/>
      </w:pPr>
    </w:p>
    <w:p w14:paraId="6C1D7A70" w14:textId="77777777" w:rsidR="00D6661D" w:rsidRDefault="00D6661D" w:rsidP="00EC4CF7">
      <w:pPr>
        <w:pStyle w:val="Snum"/>
      </w:pPr>
    </w:p>
    <w:p w14:paraId="1056D2C3" w14:textId="77777777" w:rsidR="00303453" w:rsidRDefault="00303453" w:rsidP="00EC4CF7">
      <w:pPr>
        <w:pStyle w:val="Snum"/>
      </w:pPr>
    </w:p>
    <w:p w14:paraId="23E01A2C" w14:textId="77777777" w:rsidR="00303453" w:rsidRDefault="00303453" w:rsidP="00EC4CF7">
      <w:pPr>
        <w:pStyle w:val="Snum"/>
      </w:pPr>
    </w:p>
    <w:p w14:paraId="57E6CA4C" w14:textId="77777777" w:rsidR="00303453" w:rsidRDefault="00303453" w:rsidP="00EC4CF7">
      <w:pPr>
        <w:pStyle w:val="Snum"/>
      </w:pPr>
    </w:p>
    <w:p w14:paraId="2BF4520F" w14:textId="77777777" w:rsidR="00303453" w:rsidRDefault="00303453" w:rsidP="00EC4CF7">
      <w:pPr>
        <w:pStyle w:val="Snum"/>
      </w:pPr>
    </w:p>
    <w:p w14:paraId="20197BC1" w14:textId="77777777" w:rsidR="00303453" w:rsidRDefault="00303453" w:rsidP="00EC4CF7">
      <w:pPr>
        <w:pStyle w:val="Snum"/>
      </w:pPr>
    </w:p>
    <w:sdt>
      <w:sdtPr>
        <w:alias w:val="Koostaja"/>
        <w:tag w:val="Koostaja"/>
        <w:id w:val="728584437"/>
        <w:placeholder>
          <w:docPart w:val="293999B1D36B4AB79D5663DC2D8CF6D0"/>
        </w:placeholder>
        <w:dataBinding w:prefixMappings="xmlns:ns0='http://schemas.microsoft.com/office/2006/metadata/properties' xmlns:ns1='http://www.w3.org/2001/XMLSchema-instance' xmlns:ns2='05ca2c3a-b2d1-4b52-8f5f-1386ef50a19d' " w:xpath="/ns0:properties[1]/documentManagement[1]/ns2:Koostaja[1]" w:storeItemID="{EAD7F837-E2BA-4645-AAF8-12B8D72567C9}"/>
        <w:text/>
      </w:sdtPr>
      <w:sdtEndPr/>
      <w:sdtContent>
        <w:p w14:paraId="6C1D7A71" w14:textId="5D5FE8C9" w:rsidR="000419B9" w:rsidRDefault="000F6985" w:rsidP="00EC4CF7">
          <w:pPr>
            <w:pStyle w:val="Snum"/>
          </w:pPr>
          <w:r>
            <w:t>Janne Pukk</w:t>
          </w:r>
        </w:p>
      </w:sdtContent>
    </w:sdt>
    <w:p w14:paraId="6C1D7A72" w14:textId="1639547C" w:rsidR="00A13FDE" w:rsidRDefault="000F6985" w:rsidP="00EC4CF7">
      <w:pPr>
        <w:pStyle w:val="Snum"/>
      </w:pPr>
      <w:r>
        <w:t>735</w:t>
      </w:r>
      <w:r w:rsidR="00303453">
        <w:t xml:space="preserve"> </w:t>
      </w:r>
      <w:r>
        <w:t>0132</w:t>
      </w:r>
    </w:p>
    <w:sdt>
      <w:sdtPr>
        <w:alias w:val="Koostaja e-posti aadress"/>
        <w:tag w:val="Koostaja_x0020_e-posti_x0020_aadress"/>
        <w:id w:val="-2140404012"/>
        <w:placeholder>
          <w:docPart w:val="66971C15E2B947AA96656EEE90D3500A"/>
        </w:placeholder>
        <w:dataBinding w:prefixMappings="xmlns:ns0='http://schemas.microsoft.com/office/2006/metadata/properties' xmlns:ns1='http://www.w3.org/2001/XMLSchema-instance' xmlns:ns2='05ca2c3a-b2d1-4b52-8f5f-1386ef50a19d' " w:xpath="/ns0:properties[1]/documentManagement[1]/ns2:Koostaja_x0020_e-posti_x0020_aadress[1]" w:storeItemID="{EAD7F837-E2BA-4645-AAF8-12B8D72567C9}"/>
        <w:text/>
      </w:sdtPr>
      <w:sdtEndPr/>
      <w:sdtContent>
        <w:p w14:paraId="6C1D7A73" w14:textId="4A0AF89B" w:rsidR="00BD078E" w:rsidRPr="00BD078E" w:rsidRDefault="000F6985" w:rsidP="00EC4CF7">
          <w:pPr>
            <w:pStyle w:val="Snum"/>
          </w:pPr>
          <w:r>
            <w:t>janne.pukk@hm.ee</w:t>
          </w:r>
        </w:p>
      </w:sdtContent>
    </w:sdt>
    <w:sectPr w:rsidR="00BD078E" w:rsidRPr="00BD078E" w:rsidSect="00EC4CF7">
      <w:footerReference w:type="default" r:id="rId11"/>
      <w:footerReference w:type="first" r:id="rId12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0A071" w14:textId="77777777" w:rsidR="001B143E" w:rsidRDefault="001B143E" w:rsidP="00DF44DF">
      <w:r>
        <w:separator/>
      </w:r>
    </w:p>
  </w:endnote>
  <w:endnote w:type="continuationSeparator" w:id="0">
    <w:p w14:paraId="73450766" w14:textId="77777777" w:rsidR="001B143E" w:rsidRDefault="001B143E" w:rsidP="00DF44DF">
      <w:r>
        <w:continuationSeparator/>
      </w:r>
    </w:p>
  </w:endnote>
  <w:endnote w:type="continuationNotice" w:id="1">
    <w:p w14:paraId="568565D3" w14:textId="77777777" w:rsidR="000C2B4F" w:rsidRDefault="000C2B4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7A7C" w14:textId="77777777" w:rsidR="003B2A9C" w:rsidRPr="00AD2EA7" w:rsidRDefault="00E90F6E" w:rsidP="00B644AC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B56194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91502B">
      <w:rPr>
        <w:noProof/>
      </w:rPr>
      <w:fldChar w:fldCharType="begin"/>
    </w:r>
    <w:r w:rsidR="0091502B">
      <w:rPr>
        <w:noProof/>
      </w:rPr>
      <w:instrText xml:space="preserve"> NUMPAGES </w:instrText>
    </w:r>
    <w:r w:rsidR="0091502B">
      <w:rPr>
        <w:noProof/>
      </w:rPr>
      <w:fldChar w:fldCharType="separate"/>
    </w:r>
    <w:r w:rsidR="00B56194">
      <w:rPr>
        <w:noProof/>
      </w:rPr>
      <w:t>2</w:t>
    </w:r>
    <w:r w:rsidR="0091502B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7A7D" w14:textId="77777777" w:rsidR="00124999" w:rsidRPr="00622F8E" w:rsidRDefault="00622F8E" w:rsidP="00622F8E">
    <w:pPr>
      <w:pStyle w:val="Jalus"/>
    </w:pPr>
    <w:r w:rsidRPr="00622F8E">
      <w:rPr>
        <w:sz w:val="20"/>
        <w:szCs w:val="24"/>
      </w:rPr>
      <w:t xml:space="preserve">Munga 18/ 50088 Tartu/ 735 0222/ </w:t>
    </w:r>
    <w:hyperlink r:id="rId1" w:history="1">
      <w:r w:rsidRPr="00622F8E">
        <w:rPr>
          <w:rStyle w:val="Hperlink"/>
          <w:color w:val="auto"/>
          <w:sz w:val="20"/>
          <w:szCs w:val="24"/>
          <w:u w:val="none"/>
        </w:rPr>
        <w:t>hm@hm.ee/</w:t>
      </w:r>
    </w:hyperlink>
    <w:r w:rsidRPr="00622F8E">
      <w:rPr>
        <w:sz w:val="20"/>
        <w:szCs w:val="24"/>
      </w:rPr>
      <w:t xml:space="preserve"> </w:t>
    </w:r>
    <w:hyperlink r:id="rId2" w:history="1">
      <w:r w:rsidRPr="00622F8E">
        <w:rPr>
          <w:rStyle w:val="Hperlink"/>
          <w:color w:val="auto"/>
          <w:sz w:val="20"/>
          <w:szCs w:val="24"/>
          <w:u w:val="none"/>
        </w:rPr>
        <w:t>www.hm.ee/</w:t>
      </w:r>
    </w:hyperlink>
    <w:r w:rsidRPr="00622F8E">
      <w:rPr>
        <w:sz w:val="20"/>
        <w:szCs w:val="24"/>
      </w:rPr>
      <w:t xml:space="preserve"> Registrikood 70000740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A9745" w14:textId="77777777" w:rsidR="001B143E" w:rsidRDefault="001B143E" w:rsidP="00DF44DF">
      <w:r>
        <w:separator/>
      </w:r>
    </w:p>
  </w:footnote>
  <w:footnote w:type="continuationSeparator" w:id="0">
    <w:p w14:paraId="7B7E8983" w14:textId="77777777" w:rsidR="001B143E" w:rsidRDefault="001B143E" w:rsidP="00DF44DF">
      <w:r>
        <w:continuationSeparator/>
      </w:r>
    </w:p>
  </w:footnote>
  <w:footnote w:type="continuationNotice" w:id="1">
    <w:p w14:paraId="66CEE70A" w14:textId="77777777" w:rsidR="000C2B4F" w:rsidRDefault="000C2B4F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61D"/>
    <w:rsid w:val="000419B9"/>
    <w:rsid w:val="00060947"/>
    <w:rsid w:val="00066FD2"/>
    <w:rsid w:val="000836ED"/>
    <w:rsid w:val="000913FC"/>
    <w:rsid w:val="000933A9"/>
    <w:rsid w:val="000A17B5"/>
    <w:rsid w:val="000A18E6"/>
    <w:rsid w:val="000A32A0"/>
    <w:rsid w:val="000C2B4F"/>
    <w:rsid w:val="000E13D4"/>
    <w:rsid w:val="000F6985"/>
    <w:rsid w:val="001137C3"/>
    <w:rsid w:val="00123DD4"/>
    <w:rsid w:val="00124999"/>
    <w:rsid w:val="0014136B"/>
    <w:rsid w:val="001523BD"/>
    <w:rsid w:val="00153E65"/>
    <w:rsid w:val="0015776D"/>
    <w:rsid w:val="00172642"/>
    <w:rsid w:val="001A2D73"/>
    <w:rsid w:val="001A7D04"/>
    <w:rsid w:val="001B0161"/>
    <w:rsid w:val="001B143E"/>
    <w:rsid w:val="001D4CFB"/>
    <w:rsid w:val="001E2403"/>
    <w:rsid w:val="002008A2"/>
    <w:rsid w:val="00203B4F"/>
    <w:rsid w:val="00252DB7"/>
    <w:rsid w:val="00275D34"/>
    <w:rsid w:val="002835BB"/>
    <w:rsid w:val="00290E79"/>
    <w:rsid w:val="00293449"/>
    <w:rsid w:val="002B124D"/>
    <w:rsid w:val="002C6D8F"/>
    <w:rsid w:val="002D4A21"/>
    <w:rsid w:val="002F254F"/>
    <w:rsid w:val="00303453"/>
    <w:rsid w:val="00311D9F"/>
    <w:rsid w:val="003270DD"/>
    <w:rsid w:val="003361C3"/>
    <w:rsid w:val="003415BD"/>
    <w:rsid w:val="0034719C"/>
    <w:rsid w:val="00352E55"/>
    <w:rsid w:val="00354059"/>
    <w:rsid w:val="00385865"/>
    <w:rsid w:val="0038681C"/>
    <w:rsid w:val="00394DCB"/>
    <w:rsid w:val="003969DA"/>
    <w:rsid w:val="003B2A9C"/>
    <w:rsid w:val="003C03AF"/>
    <w:rsid w:val="00421285"/>
    <w:rsid w:val="00423BC5"/>
    <w:rsid w:val="0042656F"/>
    <w:rsid w:val="004320B1"/>
    <w:rsid w:val="004332AC"/>
    <w:rsid w:val="00435A13"/>
    <w:rsid w:val="0044084D"/>
    <w:rsid w:val="004520D1"/>
    <w:rsid w:val="004A74F3"/>
    <w:rsid w:val="004C1391"/>
    <w:rsid w:val="004E17C9"/>
    <w:rsid w:val="0052084A"/>
    <w:rsid w:val="00530F52"/>
    <w:rsid w:val="00531169"/>
    <w:rsid w:val="00546204"/>
    <w:rsid w:val="00551E24"/>
    <w:rsid w:val="00557534"/>
    <w:rsid w:val="00560A92"/>
    <w:rsid w:val="00564569"/>
    <w:rsid w:val="00597CCD"/>
    <w:rsid w:val="005B5CE1"/>
    <w:rsid w:val="005E1D41"/>
    <w:rsid w:val="005E3AED"/>
    <w:rsid w:val="005E45BB"/>
    <w:rsid w:val="005E7A36"/>
    <w:rsid w:val="00600661"/>
    <w:rsid w:val="00602834"/>
    <w:rsid w:val="006042AA"/>
    <w:rsid w:val="0060456C"/>
    <w:rsid w:val="006104C0"/>
    <w:rsid w:val="00622F8E"/>
    <w:rsid w:val="006541E8"/>
    <w:rsid w:val="0065472B"/>
    <w:rsid w:val="00680609"/>
    <w:rsid w:val="00687081"/>
    <w:rsid w:val="006A01AC"/>
    <w:rsid w:val="006A731C"/>
    <w:rsid w:val="006C4AA3"/>
    <w:rsid w:val="006E16BD"/>
    <w:rsid w:val="006E67FE"/>
    <w:rsid w:val="006F245F"/>
    <w:rsid w:val="006F3BB9"/>
    <w:rsid w:val="006F55A3"/>
    <w:rsid w:val="006F72D7"/>
    <w:rsid w:val="007056E1"/>
    <w:rsid w:val="00713327"/>
    <w:rsid w:val="00717508"/>
    <w:rsid w:val="00743D8F"/>
    <w:rsid w:val="0075695A"/>
    <w:rsid w:val="00793DBA"/>
    <w:rsid w:val="00794583"/>
    <w:rsid w:val="007A1DE8"/>
    <w:rsid w:val="007A3961"/>
    <w:rsid w:val="007D23C7"/>
    <w:rsid w:val="007D54FC"/>
    <w:rsid w:val="00813321"/>
    <w:rsid w:val="008147C3"/>
    <w:rsid w:val="00815093"/>
    <w:rsid w:val="00835858"/>
    <w:rsid w:val="00867122"/>
    <w:rsid w:val="0087535B"/>
    <w:rsid w:val="00880742"/>
    <w:rsid w:val="008919F2"/>
    <w:rsid w:val="008B041F"/>
    <w:rsid w:val="008C7384"/>
    <w:rsid w:val="008C7784"/>
    <w:rsid w:val="008D4634"/>
    <w:rsid w:val="008E0D1F"/>
    <w:rsid w:val="008F0B50"/>
    <w:rsid w:val="0090042D"/>
    <w:rsid w:val="00905EBB"/>
    <w:rsid w:val="009103D9"/>
    <w:rsid w:val="00911662"/>
    <w:rsid w:val="0091319A"/>
    <w:rsid w:val="0091502B"/>
    <w:rsid w:val="0091786B"/>
    <w:rsid w:val="00923E9D"/>
    <w:rsid w:val="0093349A"/>
    <w:rsid w:val="009370A4"/>
    <w:rsid w:val="009434DC"/>
    <w:rsid w:val="009C5238"/>
    <w:rsid w:val="009E3E87"/>
    <w:rsid w:val="009E7F4A"/>
    <w:rsid w:val="009F1424"/>
    <w:rsid w:val="00A10E66"/>
    <w:rsid w:val="00A1244E"/>
    <w:rsid w:val="00A13FDE"/>
    <w:rsid w:val="00A240BE"/>
    <w:rsid w:val="00A50322"/>
    <w:rsid w:val="00A57951"/>
    <w:rsid w:val="00A70A03"/>
    <w:rsid w:val="00A87B91"/>
    <w:rsid w:val="00AA7269"/>
    <w:rsid w:val="00AB348C"/>
    <w:rsid w:val="00AB56CA"/>
    <w:rsid w:val="00AC4752"/>
    <w:rsid w:val="00AD2EA7"/>
    <w:rsid w:val="00AE02A8"/>
    <w:rsid w:val="00AE71A0"/>
    <w:rsid w:val="00B05A83"/>
    <w:rsid w:val="00B1403A"/>
    <w:rsid w:val="00B31EF1"/>
    <w:rsid w:val="00B3319F"/>
    <w:rsid w:val="00B526BF"/>
    <w:rsid w:val="00B56194"/>
    <w:rsid w:val="00B644AC"/>
    <w:rsid w:val="00B676C8"/>
    <w:rsid w:val="00B843FB"/>
    <w:rsid w:val="00BA1348"/>
    <w:rsid w:val="00BA148F"/>
    <w:rsid w:val="00BC1A62"/>
    <w:rsid w:val="00BD078E"/>
    <w:rsid w:val="00BD3CCF"/>
    <w:rsid w:val="00BE0CC9"/>
    <w:rsid w:val="00BF4D7C"/>
    <w:rsid w:val="00C15B7F"/>
    <w:rsid w:val="00C24F66"/>
    <w:rsid w:val="00C267A1"/>
    <w:rsid w:val="00C27B07"/>
    <w:rsid w:val="00C41FC5"/>
    <w:rsid w:val="00C83346"/>
    <w:rsid w:val="00C95769"/>
    <w:rsid w:val="00CA099B"/>
    <w:rsid w:val="00CA583B"/>
    <w:rsid w:val="00CA5F0B"/>
    <w:rsid w:val="00CB42AB"/>
    <w:rsid w:val="00CD7AC8"/>
    <w:rsid w:val="00CF2B77"/>
    <w:rsid w:val="00CF4303"/>
    <w:rsid w:val="00D40650"/>
    <w:rsid w:val="00D6661D"/>
    <w:rsid w:val="00D761B3"/>
    <w:rsid w:val="00DB75F5"/>
    <w:rsid w:val="00DC1AA7"/>
    <w:rsid w:val="00DD44AD"/>
    <w:rsid w:val="00DD580A"/>
    <w:rsid w:val="00DF44DF"/>
    <w:rsid w:val="00E023F6"/>
    <w:rsid w:val="00E03DBB"/>
    <w:rsid w:val="00E221F0"/>
    <w:rsid w:val="00E30F9C"/>
    <w:rsid w:val="00E318D8"/>
    <w:rsid w:val="00E50290"/>
    <w:rsid w:val="00E739E6"/>
    <w:rsid w:val="00E90F6E"/>
    <w:rsid w:val="00EC4CF7"/>
    <w:rsid w:val="00F15329"/>
    <w:rsid w:val="00F31E2E"/>
    <w:rsid w:val="00F452D4"/>
    <w:rsid w:val="00F9645B"/>
    <w:rsid w:val="00F9773D"/>
    <w:rsid w:val="00FB26FE"/>
    <w:rsid w:val="00FC5179"/>
    <w:rsid w:val="00FD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6C1D7A3C"/>
  <w15:docId w15:val="{B1990D6F-DD20-44BF-A390-3A7C9FFCE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4"/>
        <w:sz w:val="24"/>
        <w:szCs w:val="24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b/>
      <w:bCs/>
      <w:color w:val="000000"/>
      <w:kern w:val="0"/>
      <w:sz w:val="28"/>
      <w:szCs w:val="28"/>
      <w:u w:color="000000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b/>
      <w:bCs/>
      <w:i/>
      <w:iCs/>
      <w:color w:val="000000"/>
      <w:kern w:val="0"/>
      <w:sz w:val="26"/>
      <w:szCs w:val="26"/>
      <w:u w:color="000000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b/>
      <w:bCs/>
      <w:color w:val="000000"/>
      <w:kern w:val="0"/>
      <w:sz w:val="22"/>
      <w:szCs w:val="22"/>
      <w:u w:color="000000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color w:val="000000"/>
      <w:kern w:val="0"/>
      <w:u w:color="000000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i/>
      <w:iCs/>
      <w:color w:val="000000"/>
      <w:kern w:val="0"/>
      <w:u w:color="000000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hAnsi="Arial" w:cs="Arial"/>
      <w:color w:val="000000"/>
      <w:kern w:val="0"/>
      <w:sz w:val="22"/>
      <w:szCs w:val="22"/>
      <w:u w:color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B644AC"/>
    <w:pPr>
      <w:widowControl w:val="0"/>
      <w:suppressAutoHyphens/>
    </w:pPr>
    <w:rPr>
      <w:rFonts w:eastAsia="SimSun" w:cs="Mangal"/>
      <w:kern w:val="1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color w:val="000000"/>
      <w:kern w:val="0"/>
      <w:u w:color="000000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3453"/>
    <w:pPr>
      <w:ind w:left="-280" w:firstLine="284"/>
    </w:pPr>
    <w:rPr>
      <w:rFonts w:eastAsia="SimSun"/>
      <w:lang w:eastAsia="zh-CN" w:bidi="hi-IN"/>
    </w:rPr>
  </w:style>
  <w:style w:type="paragraph" w:customStyle="1" w:styleId="Pealkiri1">
    <w:name w:val="Pealkiri1"/>
    <w:autoRedefine/>
    <w:qFormat/>
    <w:rsid w:val="00B56194"/>
    <w:pPr>
      <w:spacing w:after="560"/>
    </w:pPr>
    <w:rPr>
      <w:rFonts w:eastAsia="SimSun"/>
      <w:kern w:val="1"/>
      <w:lang w:eastAsia="zh-CN" w:bidi="hi-IN"/>
    </w:rPr>
  </w:style>
  <w:style w:type="paragraph" w:customStyle="1" w:styleId="Snum">
    <w:name w:val="Sõnum"/>
    <w:autoRedefine/>
    <w:qFormat/>
    <w:rsid w:val="00EC4CF7"/>
    <w:pPr>
      <w:tabs>
        <w:tab w:val="left" w:pos="5670"/>
      </w:tabs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B05A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m.ee/" TargetMode="External"/><Relationship Id="rId1" Type="http://schemas.openxmlformats.org/officeDocument/2006/relationships/hyperlink" Target="mailto:hm@hm.ee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ri.undrits\Desktop\aruanded\HTM_kiri_EU17EE_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76704E418F496FABCB00E78564197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1E83F4D-55DB-48B5-8EE9-60499FC642BE}"/>
      </w:docPartPr>
      <w:docPartBody>
        <w:p w:rsidR="00D8015B" w:rsidRDefault="00CC3C27">
          <w:r w:rsidRPr="008A2853">
            <w:rPr>
              <w:rStyle w:val="Kohatitetekst"/>
            </w:rPr>
            <w:t>[Registreerimise kuupäev]</w:t>
          </w:r>
        </w:p>
      </w:docPartBody>
    </w:docPart>
    <w:docPart>
      <w:docPartPr>
        <w:name w:val="7DC72CD6A3774C398F9BBA992837F6A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789D5C2-A897-4A97-BCDB-4E4EACF6BB27}"/>
      </w:docPartPr>
      <w:docPartBody>
        <w:p w:rsidR="00D8015B" w:rsidRDefault="00CC3C27">
          <w:r w:rsidRPr="008A2853">
            <w:rPr>
              <w:rStyle w:val="Kohatitetekst"/>
            </w:rPr>
            <w:t>[Registreerimisnumber]</w:t>
          </w:r>
        </w:p>
      </w:docPartBody>
    </w:docPart>
    <w:docPart>
      <w:docPartPr>
        <w:name w:val="293999B1D36B4AB79D5663DC2D8CF6D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BE31669-3722-4574-8D02-C720996BC1AA}"/>
      </w:docPartPr>
      <w:docPartBody>
        <w:p w:rsidR="00D8015B" w:rsidRDefault="00CC3C27">
          <w:r w:rsidRPr="008A2853">
            <w:rPr>
              <w:rStyle w:val="Kohatitetekst"/>
            </w:rPr>
            <w:t>[Koostaja]</w:t>
          </w:r>
        </w:p>
      </w:docPartBody>
    </w:docPart>
    <w:docPart>
      <w:docPartPr>
        <w:name w:val="66971C15E2B947AA96656EEE90D350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93E66-55D0-44A2-9D05-38096DC45941}"/>
      </w:docPartPr>
      <w:docPartBody>
        <w:p w:rsidR="00D8015B" w:rsidRDefault="00CC3C27">
          <w:r w:rsidRPr="008A2853">
            <w:rPr>
              <w:rStyle w:val="Kohatitetekst"/>
            </w:rPr>
            <w:t>[Koostaja e-posti aadress]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D06"/>
    <w:rsid w:val="000370E4"/>
    <w:rsid w:val="000B4CE3"/>
    <w:rsid w:val="000D35EB"/>
    <w:rsid w:val="00141B7C"/>
    <w:rsid w:val="0015776D"/>
    <w:rsid w:val="00187AE7"/>
    <w:rsid w:val="001914AA"/>
    <w:rsid w:val="002F4681"/>
    <w:rsid w:val="00311D9F"/>
    <w:rsid w:val="00316FA4"/>
    <w:rsid w:val="003667EF"/>
    <w:rsid w:val="004031E1"/>
    <w:rsid w:val="00425564"/>
    <w:rsid w:val="004320B1"/>
    <w:rsid w:val="004702E7"/>
    <w:rsid w:val="004E17C9"/>
    <w:rsid w:val="004F47D0"/>
    <w:rsid w:val="00513C65"/>
    <w:rsid w:val="005B5824"/>
    <w:rsid w:val="00660EF5"/>
    <w:rsid w:val="006A0ED4"/>
    <w:rsid w:val="006A5D75"/>
    <w:rsid w:val="00770099"/>
    <w:rsid w:val="00784BA1"/>
    <w:rsid w:val="007C0EFD"/>
    <w:rsid w:val="007C4071"/>
    <w:rsid w:val="00840F79"/>
    <w:rsid w:val="00923E9D"/>
    <w:rsid w:val="009754A0"/>
    <w:rsid w:val="00A24666"/>
    <w:rsid w:val="00A54D06"/>
    <w:rsid w:val="00A65A58"/>
    <w:rsid w:val="00A77C7F"/>
    <w:rsid w:val="00AB348C"/>
    <w:rsid w:val="00AF1FF7"/>
    <w:rsid w:val="00B504A1"/>
    <w:rsid w:val="00B6151C"/>
    <w:rsid w:val="00B85D80"/>
    <w:rsid w:val="00B94FD8"/>
    <w:rsid w:val="00BA1526"/>
    <w:rsid w:val="00CC3C27"/>
    <w:rsid w:val="00CC73A1"/>
    <w:rsid w:val="00CD0DE5"/>
    <w:rsid w:val="00D1224B"/>
    <w:rsid w:val="00D34C8D"/>
    <w:rsid w:val="00D415C2"/>
    <w:rsid w:val="00D73DF3"/>
    <w:rsid w:val="00D8015B"/>
    <w:rsid w:val="00DD4CC9"/>
    <w:rsid w:val="00E57A9C"/>
    <w:rsid w:val="00E71E3F"/>
    <w:rsid w:val="00EB1772"/>
    <w:rsid w:val="00F148BA"/>
    <w:rsid w:val="00F23A33"/>
    <w:rsid w:val="00F43A8C"/>
    <w:rsid w:val="00FA3F7B"/>
    <w:rsid w:val="00FF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DD4CC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FF010A03" ma:contentTypeVersion="7484" fp:containerId="228b4970-73de-44a4-83e2-9513be360001" fp:lcid="1061" ma:contentTypeName="HTM_Väljaminev_kiri">
  <xs:schema xmlns:f="05ca2c3a-b2d1-4b52-8f5f-1386ef50a19d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ContactId" minOccurs="0"/>
                <xs:element ref="f:Asutus" minOccurs="0"/>
                <xs:element ref="f:Isik" minOccurs="0"/>
                <xs:element ref="f:Isik_x0020__x0028_ei_x0020_lähe_x0020_ADR-i_x0029_" minOccurs="0"/>
                <xs:element ref="f:E-posti_x0020_aadress" minOccurs="0"/>
                <xs:element ref="f:Telefon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Saatmisviis" minOccurs="0"/>
                <xs:element ref="f:Kuupäev" minOccurs="0"/>
                <xs:element ref="f:Saatja_x0020_kirja_x0020_number" minOccurs="0"/>
                <xs:element ref="f:Koostaja" minOccurs="0"/>
                <xs:element ref="f:Koostaja_x0020_ametinimetus" minOccurs="0"/>
                <xs:element ref="f:Koostaja_x0020_telefon" minOccurs="0"/>
                <xs:element ref="f:Koostaja_x0020_e-posti_x0020_aadress" minOccurs="0"/>
                <xs:element ref="f:Lisad" minOccurs="0"/>
                <xs:element ref="f:Koopia_x0020_saajad_x0020_väljast" minOccurs="0"/>
                <xs:element ref="f:Allkirjastaja" minOccurs="0"/>
                <xs:element ref="f:Allkirjastaja_x0020_ametinimetus" minOccurs="0"/>
                <xs:element ref="f:Allkirjastaja_x0020_2" minOccurs="0"/>
                <xs:element ref="f:Allkirjastaja_x0020_ametinimetus_x0020_2" minOccurs="0"/>
                <xs:element ref="f:RMOrderPosition" minOccurs="0"/>
                <xs:element ref="f:RMInSigningContainer" minOccurs="0"/>
                <xs:element ref="f:RMVirtualFolderNames" minOccurs="0"/>
                <xs:element ref="f:RMInheritedFields" minOccurs="0"/>
                <xs:element ref="f:RMAccessRestrictedFrom" minOccurs="0"/>
                <xs:element ref="f:RMAccessRestrictedUntil" minOccurs="0"/>
                <xs:element ref="f:RMAccessRestrictionLevel" minOccurs="0"/>
                <xs:element ref="f:RMAccessRestrictionReason" minOccurs="0"/>
                <xs:element ref="f:RMAccessRestrictionPublishingLevel" minOccurs="0"/>
                <xs:element ref="f:RMAccessRestrictionDate" minOccurs="0"/>
                <xs:element ref="f:RMAccessRestrictionDuration" minOccurs="0"/>
                <xs:element ref="f:RMAccessRestrictionNotificationTime" minOccurs="0"/>
                <xs:element ref="f:RMAccessRestrictionEndEvent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AddDocumentDataToFileNam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DocumentExpirationDate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  <xs:element ref="f:Ministri_x0020_nõunik" minOccurs="0"/>
                <xs:element ref="f:Link_x0020_avalikus_x0020_veebi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05ca2c3a-b2d1-4b52-8f5f-1386ef50a19d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fp:namespace="228B497073DE44A483E29513BE360001" fp:type="String">
      <xs:simpleType>
        <xs:restriction base="dms:Text">
          <xs:maxLength value="300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/>
      </xs:simpleType>
    </xs:element>
    <xs:element name="ContactId" ma:displayName="Saaja" ma:index="4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" ma:index="5" ma:internalName="Asutus" fp:namespace="228B497073DE44A483E29513BE360001" fp:type="String">
      <xs:simpleType>
        <xs:restriction base="dms:Text"/>
      </xs:simpleType>
    </xs:element>
    <xs:element name="Isik" ma:displayName="Isik (EI lähe ADR-i)" ma:index="6" ma:internalName="Isik" nillable="true" ma:readOnly="true" fp:namespace="228B497073DE44A483E29513BE360001" fp:type="String">
      <xs:simpleType>
        <xs:restriction base="dms:Text"/>
      </xs:simpleType>
    </xs:element>
    <xs:element name="Isik_x0020__x0028_ei_x0020_lähe_x0020_ADR-i_x0029_" ma:displayName="Isik (ei lähe ADR-i)" ma:index="7" ma:internalName="Isik_x0020__x0028_ei_x0020_lähe_x0020_ADR-i_x0029_" nillable="true" fp:namespace="228B497073DE44A483E29513BE360001" fp:type="String">
      <xs:simpleType>
        <xs:restriction base="dms:Text">
          <xs:maxLength value="255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/>
      </xs:simpleType>
    </xs:element>
    <xs:element name="Telefon" ma:displayName="Telefon" ma:index="9" ma:internalName="Telefon" nillable="true" ma:readOnly="true" fp:namespace="228B497073DE44A483E29513BE360001" fp:type="String">
      <xs:simpleType>
        <xs:restriction base="dms:Text"/>
      </xs:simpleType>
    </xs:element>
    <xs:element name="Aadress" ma:displayName="Aadress" ma:index="10" ma:internalName="Aadress" nillable="true" fp:namespace="228B497073DE44A483E29513BE360001" fp:type="String">
      <xs:simpleType>
        <xs:restriction base="dms:Text"/>
      </xs:simpleType>
    </xs:element>
    <xs:element name="Indeks" ma:displayName="Indeks" ma:index="11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2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3" ma:internalName="Maakond" nillable="true" ma:readOnly="true" fp:namespace="228B497073DE44A483E29513BE360001" fp:type="String">
      <xs:simpleType>
        <xs:restriction base="dms:Text"/>
      </xs:simpleType>
    </xs:element>
    <xs:element name="Saatmisviis" ma:displayName="Saatmisviis" ma:index="14" ma:internalName="Saatmisviis" fp:namespace="228B497073DE44A483E29513BE360001" fp:type="String">
      <xs:simpleType>
        <xs:restriction base="dms:Choice">
          <xs:enumeration value="DHX"/>
          <xs:enumeration value="e-post"/>
          <xs:enumeration value="faks"/>
          <xs:enumeration value="kullerpost"/>
          <xs:enumeration value="käsipost"/>
          <xs:enumeration value="post"/>
          <xs:enumeration value="tähitult"/>
          <xs:enumeration value="kodulehe kaudu"/>
          <xs:enumeration value="telefoni kaudu"/>
          <xs:enumeration value="EHISe kaudu"/>
          <xs:enumeration value="EIS kooskõlastamine"/>
          <xs:enumeration value="EIS kooskõlastamiseks"/>
          <xs:enumeration value="EIS istungile"/>
          <xs:enumeration value="EIS seisukoht"/>
          <xs:enumeration value="E-toimik"/>
          <xs:enumeration value="Asutuses kohapeal"/>
          <xs:enumeration value="sotsiaalmeedia kaudu"/>
        </xs:restriction>
      </xs:simpleType>
    </xs:element>
    <xs:element name="Kuupäev" ma:displayName="Saatja kuupäev" ma:index="15" ma:internalName="Kuupäev" nillable="true" ma:readOnly="true" fp:namespace="228B497073DE44A483E29513BE360001" ma:format="DateOnly" fp:type="DateTime">
      <xs:simpleType>
        <xs:restriction base="dms:DateTime"/>
      </xs:simpleType>
    </xs:element>
    <xs:element name="Saatja_x0020_kirja_x0020_number" ma:displayName="Saatja kirja number" ma:index="16" ma:internalName="Saatja_x0020_kirja_x0020_number" nillable="true" ma:readOnly="true" fp:namespace="228B497073DE44A483E29513BE360001" fp:type="String">
      <xs:simpleType>
        <xs:restriction base="dms:Text"/>
      </xs:simpleType>
    </xs:element>
    <xs:element name="Koostaja" ma:displayName="Koostaja" ma:index="17" ma:internalName="Koostaja" nillable="true" ma:readOnly="true" fp:namespace="228B497073DE44A483E29513BE360001" fp:type="String">
      <xs:simpleType>
        <xs:restriction base="dms:Text"/>
      </xs:simpleType>
    </xs:element>
    <xs:element name="Koostaja_x0020_ametinimetus" ma:displayName="Koostaja ametinimetus" ma:index="18" ma:internalName="Koostaja_x0020_ametinimetus" nillable="true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19" ma:internalName="Koostaja_x0020_telefon" nillable="true" fp:namespace="228B497073DE44A483E29513BE360001" fp:type="String">
      <xs:simpleType>
        <xs:restriction base="dms:Text"/>
      </xs:simpleType>
    </xs:element>
    <xs:element name="Koostaja_x0020_e-posti_x0020_aadress" ma:displayName="Koostaja e-posti aadress" ma:index="20" ma:internalName="Koostaja_x0020_e-posti_x0020_aadress" nillable="true" fp:namespace="228B497073DE44A483E29513BE360001" fp:type="String">
      <xs:simpleType>
        <xs:restriction base="dms:Text"/>
      </xs:simpleType>
    </xs:element>
    <xs:element name="Lisad" ma:displayName="Lisad" ma:index="21" ma:internalName="Lisad" nillable="true" fp:namespace="228B497073DE44A483E29513BE360001" fp:type="String">
      <xs:simpleType>
        <xs:restriction base="dms:Text"/>
      </xs:simpleType>
    </xs:element>
    <xs:element name="Koopia_x0020_saajad_x0020_väljast" ma:displayName="Koopia saajad väljast" ma:index="22" ma:internalName="Koopia_x0020_saajad_x0020_väljast" nillable="true" fp:namespace="228B497073DE44A483E29513BE360001" fp:type="String">
      <xs:simpleType>
        <xs:restriction base="dms:Text"/>
      </xs:simpleType>
    </xs:element>
    <xs:element name="Allkirjastaja" ma:displayName="Allkirjastaja" ma:index="23" ma:internalName="Allkirjastaja" nillable="true" ma:readOnly="true" fp:namespace="228B497073DE44A483E29513BE360001" fp:type="String">
      <xs:simpleType>
        <xs:restriction base="dms:Text"/>
      </xs:simpleType>
    </xs:element>
    <xs:element name="Allkirjastaja_x0020_ametinimetus" ma:displayName="Allkirjastaja ametinimetus" ma:index="24" ma:internalName="Allkirjastaja_x0020_ametinimetus" nillable="true" fp:namespace="228B497073DE44A483E29513BE360001" fp:type="String">
      <xs:simpleType>
        <xs:restriction base="dms:Text"/>
      </xs:simpleType>
    </xs:element>
    <xs:element name="Allkirjastaja_x0020_2" ma:displayName="Allkirjastaja 2" ma:index="25" ma:internalName="Allkirjastaja_x0020_2" nillable="true" ma:readOnly="true" fp:namespace="228B497073DE44A483E29513BE360001" fp:type="String">
      <xs:simpleType>
        <xs:restriction base="dms:Text"/>
      </xs:simpleType>
    </xs:element>
    <xs:element name="Allkirjastaja_x0020_ametinimetus_x0020_2" ma:displayName="Allkirjastaja ametinimetus 2" ma:index="26" ma:internalName="Allkirjastaja_x0020_ametinimetus_x0020_2" nillable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27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28" ma:internalName="RMInSigningContainer" nillable="true" ma:readOnly="true" fp:namespace="228B497073DE44A483E29513BE360001" fp:type="Boolean">
      <xs:simpleType>
        <xs:restriction base="dms:Boolean"/>
      </xs:simpleType>
    </xs:element>
    <xs:element name="RMVirtualFolderNames" ma:displayName="Taotlustoimikud" ma:index="29" ma:internalName="RMVirtualFolderNames" nillable="true" ma:readOnly="true" fp:namespace="228B497073DE44A483E29513BE360001" fp:type="String">
      <xs:simpleType>
        <xs:restriction base="dms:Text"/>
      </xs:simpleType>
    </xs:element>
    <xs:element name="RMInheritedFields" ma:displayName="RMInheritedFields" ma:index="30" ma:internalName="RMInheritedFields" nillable="true" ma:readOnly="true" fp:namespace="228B497073DE44A483E29513BE360001" fp:type="String">
      <xs:simpleType>
        <xs:restriction base="dms:Text"/>
      </xs:simpleType>
    </xs:element>
    <xs:element name="RMAccessRestrictedFrom" ma:displayName="Kehtiv alates" ma:index="31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32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Level" ma:displayName="Juurdepääsupiirangu tase" ma:index="33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4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PublishingLevel" ma:displayName="Avalikustamine" ma:index="35" ma:internalName="RMAccessRestrictionPublishingLevel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Date" ma:displayName="Fikseeritud lõppkuupäev" ma:index="36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Duration" ma:displayName="Kestus" ma:index="37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38" ma:internalName="RMAccessRestrictionNotificationTime" nillable="true" ma:readOnly="true" fp:namespace="228B497073DE44A483E29513BE360001" ma:format="DateTime" fp:type="DateTime">
      <xs:simpleType>
        <xs:restriction base="dms:DateTime"/>
      </xs:simpleType>
    </xs:element>
    <xs:element name="RMAccessRestrictionEndEvent" ma:displayName="Kehtiv kuni kirjeldus" ma:index="39" ma:internalName="RMAccessRestrictionEndEvent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0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Versiooni olek" ma:index="41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Versioon" ma:index="42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43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44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AddDocumentDataToFileName" ma:displayName="Täienda faili pealkirja dokumendi andmetega" ma:index="45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AccessRestrictionOwnerTemp" ma:displayName="Juurdepääsupiirangu eest ajutine vastutaja" ma:index="46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47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48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DocumentExpirationDate" ma:displayName="Dokumendi lõpetamise kuupäev" ma:index="49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RetentionDeadline" ma:displayName="Säilitustähtaeg" ma:index="50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1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3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54" ma:internalName="RMStatus" nillable="true" ma:readOnly="true" fp:namespace="228B497073DE44A483E29513BE360001" fp:type="String">
      <xs:simpleType>
        <xs:restriction base="dms:Text"/>
      </xs:simpleType>
    </xs:element>
    <xs:element name="Ministri_x0020_nõunik" ma:displayName="Ministri nõunik" ma:index="55" ma:internalName="Ministri_x0020_nõunik" nillable="true" ma:readOnly="true" fp:namespace="228B497073DE44A483E29513BE360001" fp:type="String">
      <xs:simpleType>
        <xs:restriction base="dms:Text"/>
      </xs:simpleType>
    </xs:element>
    <xs:element name="Link_x0020_avalikus_x0020_veebis" ma:displayName="Link avalikus veebis (ADR)" ma:index="56" ma:internalName="Link_x0020_avalikus_x0020_veebis" nillable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3.xml><?xml version="1.0" encoding="utf-8"?>
<p:properties xmlns:p="http://schemas.microsoft.com/office/2006/metadata/properties">
  <documentManagement xmlns:xsi="http://www.w3.org/2001/XMLSchema-instance">
    <RMUniqueID xmlns="05ca2c3a-b2d1-4b52-8f5f-1386ef50a19d">727db26a-a1b9-487a-a60e-b23306a2d8ba</RMUniqueID>
    <RMTitle xmlns="05ca2c3a-b2d1-4b52-8f5f-1386ef50a19d"/>
    <RMRegistrationDate xmlns="05ca2c3a-b2d1-4b52-8f5f-1386ef50a19d">2025-03-04T14:26:56.7393249Z</RMRegistrationDate>
    <RMReferenceCode xmlns="05ca2c3a-b2d1-4b52-8f5f-1386ef50a19d">9.3-1/25/1069</RMReferenceCode>
    <ContactId xmlns="05ca2c3a-b2d1-4b52-8f5f-1386ef50a19d" xsi:nil="true"/>
    <Asutus xmlns="05ca2c3a-b2d1-4b52-8f5f-1386ef50a19d">Andmekaitse Inspektsioon</Asutus>
    <Isik xmlns="05ca2c3a-b2d1-4b52-8f5f-1386ef50a19d" xsi:nil="true"/>
    <Isik_x0020__x0028_ei_x0020_lähe_x0020_ADR-i_x0029_ xmlns="05ca2c3a-b2d1-4b52-8f5f-1386ef50a19d" xsi:nil="true"/>
    <E-posti_x0020_aadress xmlns="05ca2c3a-b2d1-4b52-8f5f-1386ef50a19d">info@aki.ee; virve.lans@aki.ee</E-posti_x0020_aadress>
    <Telefon xmlns="05ca2c3a-b2d1-4b52-8f5f-1386ef50a19d" xsi:nil="true"/>
    <Aadress xmlns="05ca2c3a-b2d1-4b52-8f5f-1386ef50a19d" xsi:nil="true"/>
    <Indeks xmlns="05ca2c3a-b2d1-4b52-8f5f-1386ef50a19d" xsi:nil="true"/>
    <Linn_x002F_Vald xmlns="05ca2c3a-b2d1-4b52-8f5f-1386ef50a19d" xsi:nil="true"/>
    <Maakond xmlns="05ca2c3a-b2d1-4b52-8f5f-1386ef50a19d" xsi:nil="true"/>
    <Saatmisviis xmlns="05ca2c3a-b2d1-4b52-8f5f-1386ef50a19d"/>
    <Kuupäev xmlns="05ca2c3a-b2d1-4b52-8f5f-1386ef50a19d" xsi:nil="true"/>
    <Saatja_x0020_kirja_x0020_number xmlns="05ca2c3a-b2d1-4b52-8f5f-1386ef50a19d" xsi:nil="true"/>
    <Koostaja xmlns="05ca2c3a-b2d1-4b52-8f5f-1386ef50a19d">Janne Pukk</Koostaja>
    <Koostaja_x0020_ametinimetus xmlns="05ca2c3a-b2d1-4b52-8f5f-1386ef50a19d">nõunik</Koostaja_x0020_ametinimetus>
    <Koostaja_x0020_telefon xmlns="05ca2c3a-b2d1-4b52-8f5f-1386ef50a19d">7350132</Koostaja_x0020_telefon>
    <Koostaja_x0020_e-posti_x0020_aadress xmlns="05ca2c3a-b2d1-4b52-8f5f-1386ef50a19d">janne.pukk@hm.ee</Koostaja_x0020_e-posti_x0020_aadress>
    <Lisad xmlns="05ca2c3a-b2d1-4b52-8f5f-1386ef50a19d" xsi:nil="true"/>
    <Koopia_x0020_saajad_x0020_väljast xmlns="05ca2c3a-b2d1-4b52-8f5f-1386ef50a19d" xsi:nil="true"/>
    <Allkirjastaja xmlns="05ca2c3a-b2d1-4b52-8f5f-1386ef50a19d">Kristi Vinter-Nemvalts</Allkirjastaja>
    <Allkirjastaja_x0020_ametinimetus xmlns="05ca2c3a-b2d1-4b52-8f5f-1386ef50a19d">kantsler</Allkirjastaja_x0020_ametinimetus>
    <Allkirjastaja_x0020_2 xmlns="05ca2c3a-b2d1-4b52-8f5f-1386ef50a19d" xsi:nil="true"/>
    <Allkirjastaja_x0020_ametinimetus_x0020_2 xmlns="05ca2c3a-b2d1-4b52-8f5f-1386ef50a19d" xsi:nil="true"/>
    <RMOrderPosition xmlns="05ca2c3a-b2d1-4b52-8f5f-1386ef50a19d" xsi:nil="true"/>
    <RMInSigningContainer xmlns="05ca2c3a-b2d1-4b52-8f5f-1386ef50a19d" xsi:nil="true"/>
    <RMVirtualFolderNames xmlns="05ca2c3a-b2d1-4b52-8f5f-1386ef50a19d" xsi:nil="true"/>
    <RMInheritedFields xmlns="05ca2c3a-b2d1-4b52-8f5f-1386ef50a19d" xsi:nil="true"/>
    <RMAccessRestrictedFrom xmlns="05ca2c3a-b2d1-4b52-8f5f-1386ef50a19d" xsi:nil="true"/>
    <RMAccessRestrictedUntil xmlns="05ca2c3a-b2d1-4b52-8f5f-1386ef50a19d" xsi:nil="true"/>
    <RMAccessRestrictionLevel xmlns="05ca2c3a-b2d1-4b52-8f5f-1386ef50a19d">Avalik</RMAccessRestrictionLevel>
    <RMAccessRestrictionReason xmlns="05ca2c3a-b2d1-4b52-8f5f-1386ef50a19d" xsi:nil="true"/>
    <RMAccessRestrictionPublishingLevel xmlns="05ca2c3a-b2d1-4b52-8f5f-1386ef50a19d">0</RMAccessRestrictionPublishingLevel>
    <RMAccessRestrictionDate xmlns="05ca2c3a-b2d1-4b52-8f5f-1386ef50a19d" xsi:nil="true"/>
    <RMAccessRestrictionDuration xmlns="05ca2c3a-b2d1-4b52-8f5f-1386ef50a19d" xsi:nil="true"/>
    <RMAccessRestrictionNotificationTime xmlns="05ca2c3a-b2d1-4b52-8f5f-1386ef50a19d" xsi:nil="true"/>
    <RMAccessRestrictionEndEvent xmlns="05ca2c3a-b2d1-4b52-8f5f-1386ef50a19d" xsi:nil="true"/>
    <RMPublishedDocumentUniqueId xmlns="05ca2c3a-b2d1-4b52-8f5f-1386ef50a19d" xsi:nil="true"/>
    <RMRevisionStatus xmlns="05ca2c3a-b2d1-4b52-8f5f-1386ef50a19d" xsi:nil="true"/>
    <RMRevisionNumber xmlns="05ca2c3a-b2d1-4b52-8f5f-1386ef50a19d" xsi:nil="true"/>
    <RMPublishedFrom xmlns="05ca2c3a-b2d1-4b52-8f5f-1386ef50a19d" xsi:nil="true"/>
    <RMPublishedUntil xmlns="05ca2c3a-b2d1-4b52-8f5f-1386ef50a19d" xsi:nil="true"/>
    <RMAddDocumentDataToFileName xmlns="05ca2c3a-b2d1-4b52-8f5f-1386ef50a19d">false</RMAddDocumentDataToFileName>
    <RMAccessRestrictionOwnerTemp xmlns="05ca2c3a-b2d1-4b52-8f5f-1386ef50a19d" xsi:nil="true"/>
    <RMAccessRestrictionOwnerTempUntil xmlns="05ca2c3a-b2d1-4b52-8f5f-1386ef50a19d" xsi:nil="true"/>
    <RMAccessRestrictionExtended xmlns="05ca2c3a-b2d1-4b52-8f5f-1386ef50a19d" xsi:nil="true"/>
    <RMDocumentExpirationDate xmlns="05ca2c3a-b2d1-4b52-8f5f-1386ef50a19d" xsi:nil="true"/>
    <RMRetentionDeadline xmlns="05ca2c3a-b2d1-4b52-8f5f-1386ef50a19d" xsi:nil="true"/>
    <RMNotes xmlns="05ca2c3a-b2d1-4b52-8f5f-1386ef50a19d" xsi:nil="true"/>
    <RMShouldArchiveFilesOnRegistration xmlns="05ca2c3a-b2d1-4b52-8f5f-1386ef50a19d">false</RMShouldArchiveFilesOnRegistration>
    <RMKeywords xmlns="05ca2c3a-b2d1-4b52-8f5f-1386ef50a19d" xsi:nil="true"/>
    <RMStatus xmlns="05ca2c3a-b2d1-4b52-8f5f-1386ef50a19d">InProcess</RMStatus>
    <Ministri_x0020_nõunik xmlns="05ca2c3a-b2d1-4b52-8f5f-1386ef50a19d" xsi:nil="true"/>
    <Link_x0020_avalikus_x0020_veebis xmlns="05ca2c3a-b2d1-4b52-8f5f-1386ef50a19d">https://dok.hm.ee/et/document.html?id=727db26a-a1b9-487a-a60e-b23306a2d8ba</Link_x0020_avalikus_x0020_veebi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2B08B4D-BA97-4BE5-A632-FDDFDDFC7F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CE8D95-D44E-4C7E-8DCF-86C7D29EBA27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05ca2c3a-b2d1-4b52-8f5f-1386ef50a19d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3.xml><?xml version="1.0" encoding="utf-8"?>
<ds:datastoreItem xmlns:ds="http://schemas.openxmlformats.org/officeDocument/2006/customXml" ds:itemID="{EAD7F837-E2BA-4645-AAF8-12B8D72567C9}">
  <ds:schemaRefs>
    <ds:schemaRef ds:uri="05ca2c3a-b2d1-4b52-8f5f-1386ef50a19d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906C80-4AF0-437B-93FC-FB9B40F10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HTM_kiri_EU17EE_EST</Template>
  <TotalTime>15</TotalTime>
  <Pages>1</Pages>
  <Words>83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Eestikeelne mall</vt:lpstr>
      <vt:lpstr/>
    </vt:vector>
  </TitlesOfParts>
  <Company>Riigikantselei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 isikuandmete töötlemiseks uuringus</dc:title>
  <cp:lastModifiedBy>Helle Kalliste</cp:lastModifiedBy>
  <cp:revision>11</cp:revision>
  <cp:lastPrinted>2017-04-19T09:29:00Z</cp:lastPrinted>
  <dcterms:created xsi:type="dcterms:W3CDTF">2025-02-20T08:19:00Z</dcterms:created>
  <dcterms:modified xsi:type="dcterms:W3CDTF">2025-03-03T09:03:00Z</dcterms:modified>
</cp:coreProperties>
</file>